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0" w:hanging="0"/>
        <w:jc w:val="both"/>
        <w:outlineLvl w:val="0"/>
        <w:rPr>
          <w:highlight w:val="none"/>
          <w:shd w:fill="auto" w:val="clear"/>
        </w:rPr>
      </w:pPr>
      <w:r>
        <w:rPr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 a uvedením do provozu stavby: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5"/>
          <w:szCs w:val="25"/>
        </w:rPr>
      </w:pPr>
      <w:r>
        <w:rPr>
          <w:rFonts w:cs="Times New Roman" w:ascii="Times New Roman" w:hAnsi="Times New Roman"/>
          <w:i w:val="false"/>
          <w:sz w:val="25"/>
          <w:szCs w:val="25"/>
        </w:rPr>
        <w:t>Rekonstrukce střechy ZŠ Pohledec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suppressAutoHyphens w:val="true"/>
        <w:bidi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suppressAutoHyphens w:val="true"/>
        <w:bidi w:val="0"/>
        <w:spacing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suppressAutoHyphens w:val="true"/>
        <w:bidi w:val="0"/>
        <w:spacing w:before="0" w:after="0"/>
        <w:jc w:val="left"/>
        <w:rPr>
          <w:sz w:val="22"/>
          <w:szCs w:val="22"/>
        </w:rPr>
      </w:pPr>
      <w:r>
        <w:rPr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Rekonstrukce střechy ZŠ Pohledec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Rekonstrukce střechy ZŠ Pohledec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23</TotalTime>
  <Application>LibreOffice/7.3.3.2$Windows_X86_64 LibreOffice_project/d1d0ea68f081ee2800a922cac8f79445e4603348</Application>
  <AppVersion>15.0000</AppVersion>
  <Pages>2</Pages>
  <Words>208</Words>
  <Characters>1333</Characters>
  <CharactersWithSpaces>1701</CharactersWithSpaces>
  <Paragraphs>43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2025-03-19T07:35:32Z</dcterms:modified>
  <cp:revision>18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